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2" w:after="0" w:line="282" w:lineRule="auto"/>
        <w:ind w:left="83" w:right="-20" w:firstLine="426"/>
        <w:jc w:val="right"/>
        <w:rPr>
          <w:rFonts w:ascii="Arial" w:hAnsi="Arial" w:cs="Arial" w:eastAsia="Arial"/>
          <w:sz w:val="25"/>
          <w:szCs w:val="25"/>
        </w:rPr>
      </w:pPr>
      <w:rPr/>
      <w:r>
        <w:rPr/>
        <w:pict>
          <v:group style="position:absolute;margin-left:109.943398pt;margin-top:-2.165892pt;width:381.266pt;height:95.2573pt;mso-position-horizontal-relative:page;mso-position-vertical-relative:paragraph;z-index:-55" coordorigin="2199,-43" coordsize="7625,1905">
            <v:group style="position:absolute;left:2325;top:83;width:7373;height:301" coordorigin="2325,83" coordsize="7373,301">
              <v:shape style="position:absolute;left:2325;top:83;width:7373;height:301" coordorigin="2325,83" coordsize="7373,301" path="m2382,83l2349,84,2332,90,2326,106,2325,139,2325,327,2326,359,2332,376,2349,382,2381,383,9641,383,9674,382,9691,376,9697,360,9698,327,9698,139,9674,84,2382,83e" filled="t" fillcolor="#FFFFFF" stroked="f">
                <v:path arrowok="t"/>
                <v:fill/>
              </v:shape>
            </v:group>
            <v:group style="position:absolute;left:2325;top:421;width:7373;height:301" coordorigin="2325,421" coordsize="7373,301">
              <v:shape style="position:absolute;left:2325;top:421;width:7373;height:301" coordorigin="2325,421" coordsize="7373,301" path="m2382,421l2349,422,2332,428,2326,445,2325,477,2325,665,2326,697,2332,714,2349,721,2381,721,9641,721,9674,721,9691,714,9697,698,9698,665,9698,477,9674,422,2382,421e" filled="t" fillcolor="#FFFFFF" stroked="f">
                <v:path arrowok="t"/>
                <v:fill/>
              </v:shape>
            </v:group>
            <v:group style="position:absolute;left:2325;top:759;width:7373;height:301" coordorigin="2325,759" coordsize="7373,301">
              <v:shape style="position:absolute;left:2325;top:759;width:7373;height:301" coordorigin="2325,759" coordsize="7373,301" path="m2382,759l2349,760,2332,766,2326,783,2325,815,2325,1003,2326,1036,2332,1052,2349,1059,2381,1060,9641,1060,9674,1059,9691,1053,9697,1036,9698,1003,9698,815,9674,760,2382,759e" filled="t" fillcolor="#FFFFFF" stroked="f">
                <v:path arrowok="t"/>
                <v:fill/>
              </v:shape>
            </v:group>
            <v:group style="position:absolute;left:2325;top:1097;width:7373;height:639" coordorigin="2325,1097" coordsize="7373,639">
              <v:shape style="position:absolute;left:2325;top:1097;width:7373;height:639" coordorigin="2325,1097" coordsize="7373,639" path="m2382,1097l2349,1098,2332,1104,2326,1121,2325,1153,2325,1680,2326,1712,2332,1729,2349,1735,2381,1736,9641,1736,9674,1735,9691,1729,9697,1712,9698,1680,9698,1153,9674,1098,2382,1097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Cc: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Bcc: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Betre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f: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92" w:after="0" w:line="240" w:lineRule="auto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/>
        <w:br w:type="column"/>
      </w:r>
      <w:hyperlink r:id="rId5"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Sabine.Lothgeber@Fixa-Hausgeraete.de</w:t>
        </w:r>
        <w:r>
          <w:rPr>
            <w:rFonts w:ascii="Arial" w:hAnsi="Arial" w:cs="Arial" w:eastAsia="Arial"/>
            <w:sz w:val="25"/>
            <w:szCs w:val="25"/>
            <w:color w:val="000000"/>
            <w:spacing w:val="0"/>
            <w:w w:val="100"/>
          </w:rPr>
        </w:r>
      </w:hyperlink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7" w:lineRule="exact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Danke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für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das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Gespräch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–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Bitte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um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Erstattung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der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Reisekosten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920" w:bottom="280" w:left="1300" w:right="1680"/>
          <w:cols w:num="2" w:equalWidth="0">
            <w:col w:w="926" w:space="198"/>
            <w:col w:w="7816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0pt;margin-top:.000015pt;width:595.275pt;height:841.89pt;mso-position-horizontal-relative:page;mso-position-vertical-relative:page;z-index:-56" coordorigin="0,0" coordsize="11906,16838">
            <v:shape style="position:absolute;left:0;top:0;width:11906;height:16838" coordorigin="0,0" coordsize="11906,16838" path="m0,16838l11906,16838,11906,0,0,0,0,16838e" filled="t" fillcolor="#DCDDDE" stroked="f">
              <v:path arrowok="t"/>
              <v:fill/>
            </v:shape>
          </v:group>
          <w10:wrap type="none"/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43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geehrte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Frau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Lothgebe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,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17" w:right="1004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war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interessantes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anregendes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V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orstellungsgespräch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bei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Ihrer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Firma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Berlin.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freue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mich,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dass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engere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9"/>
          <w:w w:val="100"/>
        </w:rPr>
        <w:t>W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ahl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ziehen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dass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bald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zweiten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Auswahlrunde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erneut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nach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Berlin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reisen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darf.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17" w:right="1314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Nun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bitte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Reisekosten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meiner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Berlinfahrt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(Bahnfahrt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zweiter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Klasse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Anfahrt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dem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28"/>
          <w:w w:val="100"/>
        </w:rPr>
        <w:t>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axi)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ersetzen.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Fahrschein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28"/>
          <w:w w:val="100"/>
        </w:rPr>
        <w:t>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axiquittung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dieses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Schreiben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angeheftet.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Kontoverbindung: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291" w:lineRule="auto"/>
        <w:ind w:left="117" w:right="6622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Name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Bank: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…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IBAN: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...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Für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Ihre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Mühe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vielen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Dank!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unser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nächstes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9"/>
          <w:w w:val="100"/>
        </w:rPr>
        <w:t>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re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Berlin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freut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sich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Peter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Raat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Elektrotechnikermeister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91" w:lineRule="auto"/>
        <w:ind w:left="117" w:right="2891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Buchenweg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2,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38723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Seesen,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28"/>
          <w:w w:val="100"/>
        </w:rPr>
        <w:t>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el.: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05381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443322</w:t>
      </w:r>
      <w:r>
        <w:rPr>
          <w:rFonts w:ascii="Arial" w:hAnsi="Arial" w:cs="Arial" w:eastAsia="Arial"/>
          <w:sz w:val="25"/>
          <w:szCs w:val="25"/>
          <w:color w:val="231F20"/>
          <w:spacing w:val="-19"/>
          <w:w w:val="100"/>
        </w:rPr>
        <w:t>1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1,</w:t>
      </w:r>
      <w:hyperlink r:id="rId6"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 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E-Mail: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 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p.raat@netline.de</w:t>
        </w:r>
        <w:r>
          <w:rPr>
            <w:rFonts w:ascii="Arial" w:hAnsi="Arial" w:cs="Arial" w:eastAsia="Arial"/>
            <w:sz w:val="25"/>
            <w:szCs w:val="25"/>
            <w:color w:val="000000"/>
            <w:spacing w:val="0"/>
            <w:w w:val="100"/>
          </w:rPr>
        </w:r>
      </w:hyperlink>
    </w:p>
    <w:sectPr>
      <w:type w:val="continuous"/>
      <w:pgSz w:w="11920" w:h="16840"/>
      <w:pgMar w:top="920" w:bottom="280" w:left="13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Sabine.Lothgeber@Fixa-Hausgeraete.de" TargetMode="External"/><Relationship Id="rId6" Type="http://schemas.openxmlformats.org/officeDocument/2006/relationships/hyperlink" Target="mailto:p.raat@netline.de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2016-02-17T10:51:27Z</dcterms:created>
  <dcterms:modified xsi:type="dcterms:W3CDTF">2016-02-17T10:51:27Z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2016-02-16T00:00:00Z</vt:filetime>
  </property>
  <property fmtid="{D5CDD505-2E9C-101B-9397-08002B2CF9AE}" pid="3" name="LastSaved">
    <vt:filetime>2016-02-17T00:00:00Z</vt:filetime>
  </property>
</Properties>
</file>